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B0E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Pr="00836304">
        <w:rPr>
          <w:rFonts w:ascii="Times New Roman" w:hAnsi="Times New Roman"/>
          <w:b/>
          <w:sz w:val="24"/>
          <w:szCs w:val="24"/>
        </w:rPr>
        <w:t>Аннотации к рабочим программам ООО (обновленный ФГОС)</w:t>
      </w:r>
    </w:p>
    <w:p w:rsidR="00842B0E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</w:p>
    <w:p w:rsidR="00842B0E" w:rsidRPr="00836304" w:rsidRDefault="00842B0E" w:rsidP="00836304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836304">
        <w:rPr>
          <w:rFonts w:ascii="Times New Roman" w:hAnsi="Times New Roman"/>
          <w:b/>
          <w:sz w:val="24"/>
          <w:szCs w:val="24"/>
        </w:rPr>
        <w:t>Рабочая программа  по русскому языку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Рабочая программа  по русскому языку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6304">
        <w:rPr>
          <w:rFonts w:ascii="Times New Roman" w:hAnsi="Times New Roman"/>
          <w:sz w:val="24"/>
          <w:szCs w:val="24"/>
        </w:rPr>
        <w:t xml:space="preserve">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</w:t>
      </w:r>
      <w:smartTag w:uri="urn:schemas-microsoft-com:office:smarttags" w:element="metricconverter">
        <w:smartTagPr>
          <w:attr w:name="ProductID" w:val="2016 г"/>
        </w:smartTagPr>
        <w:r w:rsidRPr="00836304">
          <w:rPr>
            <w:rFonts w:ascii="Times New Roman" w:hAnsi="Times New Roman"/>
            <w:sz w:val="24"/>
            <w:szCs w:val="24"/>
          </w:rPr>
          <w:t>2016 г</w:t>
        </w:r>
      </w:smartTag>
      <w:r w:rsidRPr="00836304">
        <w:rPr>
          <w:rFonts w:ascii="Times New Roman" w:hAnsi="Times New Roman"/>
          <w:sz w:val="24"/>
          <w:szCs w:val="24"/>
        </w:rPr>
        <w:t xml:space="preserve">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842B0E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42B0E" w:rsidRPr="00836304" w:rsidRDefault="00842B0E" w:rsidP="00836304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836304">
        <w:rPr>
          <w:rFonts w:ascii="Times New Roman" w:hAnsi="Times New Roman"/>
          <w:b/>
          <w:sz w:val="24"/>
          <w:szCs w:val="24"/>
        </w:rPr>
        <w:t>Рабочая программа по литературе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</w:t>
      </w:r>
      <w:smartTag w:uri="urn:schemas-microsoft-com:office:smarttags" w:element="metricconverter">
        <w:smartTagPr>
          <w:attr w:name="ProductID" w:val="2016 г"/>
        </w:smartTagPr>
        <w:r w:rsidRPr="00836304">
          <w:rPr>
            <w:rFonts w:ascii="Times New Roman" w:hAnsi="Times New Roman"/>
            <w:sz w:val="24"/>
            <w:szCs w:val="24"/>
          </w:rPr>
          <w:t>2016 г</w:t>
        </w:r>
      </w:smartTag>
      <w:r w:rsidRPr="00836304">
        <w:rPr>
          <w:rFonts w:ascii="Times New Roman" w:hAnsi="Times New Roman"/>
          <w:sz w:val="24"/>
          <w:szCs w:val="24"/>
        </w:rPr>
        <w:t>. № 637-р).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42B0E" w:rsidRPr="00836304" w:rsidRDefault="00842B0E" w:rsidP="00836304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836304">
        <w:rPr>
          <w:rFonts w:ascii="Times New Roman" w:hAnsi="Times New Roman"/>
          <w:b/>
          <w:sz w:val="24"/>
          <w:szCs w:val="24"/>
        </w:rPr>
        <w:t>Рабочая программа по иностранному (английскому) языку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Программа по 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Программа 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 xml:space="preserve"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часа в неделю).</w:t>
      </w:r>
    </w:p>
    <w:p w:rsidR="00842B0E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42B0E" w:rsidRPr="00836304" w:rsidRDefault="00842B0E" w:rsidP="00836304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836304">
        <w:rPr>
          <w:rFonts w:ascii="Times New Roman" w:hAnsi="Times New Roman"/>
          <w:b/>
          <w:sz w:val="24"/>
          <w:szCs w:val="24"/>
        </w:rPr>
        <w:t>Рабочая программа по математике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Приоритетными целями обучения математике в 5–6 классах являются: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•</w:t>
      </w:r>
      <w:r w:rsidRPr="00836304">
        <w:rPr>
          <w:rFonts w:ascii="Times New Roman" w:hAnsi="Times New Roman"/>
          <w:sz w:val="24"/>
          <w:szCs w:val="24"/>
        </w:rPr>
        <w:tab/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•</w:t>
      </w:r>
      <w:r w:rsidRPr="00836304">
        <w:rPr>
          <w:rFonts w:ascii="Times New Roman" w:hAnsi="Times New Roman"/>
          <w:sz w:val="24"/>
          <w:szCs w:val="24"/>
        </w:rPr>
        <w:tab/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•</w:t>
      </w:r>
      <w:r w:rsidRPr="00836304">
        <w:rPr>
          <w:rFonts w:ascii="Times New Roman" w:hAnsi="Times New Roman"/>
          <w:sz w:val="24"/>
          <w:szCs w:val="24"/>
        </w:rPr>
        <w:tab/>
        <w:t>подведение обучающихся на доступном для них уровне к осознанию взаимосвязи математики и окружающего мира;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•</w:t>
      </w:r>
      <w:r w:rsidRPr="00836304">
        <w:rPr>
          <w:rFonts w:ascii="Times New Roman" w:hAnsi="Times New Roman"/>
          <w:sz w:val="24"/>
          <w:szCs w:val="24"/>
        </w:rPr>
        <w:tab/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42B0E" w:rsidRPr="00836304" w:rsidRDefault="00842B0E" w:rsidP="00836304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836304">
        <w:rPr>
          <w:rFonts w:ascii="Times New Roman" w:hAnsi="Times New Roman"/>
          <w:b/>
          <w:sz w:val="24"/>
          <w:szCs w:val="24"/>
        </w:rPr>
        <w:t>Рабочая программа по истории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Задачами изучения истории являются: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•</w:t>
      </w:r>
      <w:r w:rsidRPr="00836304">
        <w:rPr>
          <w:rFonts w:ascii="Times New Roman" w:hAnsi="Times New Roman"/>
          <w:sz w:val="24"/>
          <w:szCs w:val="24"/>
        </w:rPr>
        <w:tab/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•</w:t>
      </w:r>
      <w:r w:rsidRPr="00836304">
        <w:rPr>
          <w:rFonts w:ascii="Times New Roman" w:hAnsi="Times New Roman"/>
          <w:sz w:val="24"/>
          <w:szCs w:val="24"/>
        </w:rPr>
        <w:tab/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•</w:t>
      </w:r>
      <w:r w:rsidRPr="00836304">
        <w:rPr>
          <w:rFonts w:ascii="Times New Roman" w:hAnsi="Times New Roman"/>
          <w:sz w:val="24"/>
          <w:szCs w:val="24"/>
        </w:rPr>
        <w:tab/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•</w:t>
      </w:r>
      <w:r w:rsidRPr="00836304">
        <w:rPr>
          <w:rFonts w:ascii="Times New Roman" w:hAnsi="Times New Roman"/>
          <w:sz w:val="24"/>
          <w:szCs w:val="24"/>
        </w:rPr>
        <w:tab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•</w:t>
      </w:r>
      <w:r w:rsidRPr="00836304">
        <w:rPr>
          <w:rFonts w:ascii="Times New Roman" w:hAnsi="Times New Roman"/>
          <w:sz w:val="24"/>
          <w:szCs w:val="24"/>
        </w:rPr>
        <w:tab/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842B0E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42B0E" w:rsidRPr="00836304" w:rsidRDefault="00842B0E" w:rsidP="00836304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836304">
        <w:rPr>
          <w:rFonts w:ascii="Times New Roman" w:hAnsi="Times New Roman"/>
          <w:b/>
          <w:sz w:val="24"/>
          <w:szCs w:val="24"/>
        </w:rPr>
        <w:t>Рабочая программа по обществознанию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, а также с учётом федеральной рабочей 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Изучение курса «Обществознание»,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 Привлечение при изучении курса различных источников социальной информации, включая СМИ и Интернет, помогает школьникам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Изучение учебного курса «Обществознание»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842B0E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42B0E" w:rsidRPr="00836304" w:rsidRDefault="00842B0E" w:rsidP="00836304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</w:t>
      </w:r>
      <w:r w:rsidRPr="00836304">
        <w:rPr>
          <w:rFonts w:ascii="Times New Roman" w:hAnsi="Times New Roman"/>
          <w:b/>
          <w:sz w:val="24"/>
          <w:szCs w:val="24"/>
        </w:rPr>
        <w:t>рограмма по географии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Программа 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Учебным планом на изучение географии отводится 272 часа: по одному часу в неделю в 5 и 6 классах и по 2 часа в 7, 8 и 9 классах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42B0E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42B0E" w:rsidRPr="00836304" w:rsidRDefault="00842B0E" w:rsidP="00836304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836304">
        <w:rPr>
          <w:rFonts w:ascii="Times New Roman" w:hAnsi="Times New Roman"/>
          <w:b/>
          <w:sz w:val="24"/>
          <w:szCs w:val="24"/>
        </w:rPr>
        <w:t>Рабочая программа по биологии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</w:p>
    <w:p w:rsidR="00842B0E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42B0E" w:rsidRPr="00836304" w:rsidRDefault="00842B0E" w:rsidP="00836304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836304">
        <w:rPr>
          <w:rFonts w:ascii="Times New Roman" w:hAnsi="Times New Roman"/>
          <w:b/>
          <w:sz w:val="24"/>
          <w:szCs w:val="24"/>
        </w:rPr>
        <w:t>Рабочая программа по изобразительному искусству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Модуль №1 «Декоративно-прикладное и народное искусство» (5 класс)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Модуль №2 «Живопись, графика, скульптура» (6 класс)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Модуль №3 «Архитектура и дизайн» (7 класс)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</w:t>
      </w:r>
    </w:p>
    <w:p w:rsidR="00842B0E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42B0E" w:rsidRPr="00836304" w:rsidRDefault="00842B0E" w:rsidP="00836304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836304">
        <w:rPr>
          <w:rFonts w:ascii="Times New Roman" w:hAnsi="Times New Roman"/>
          <w:b/>
          <w:sz w:val="24"/>
          <w:szCs w:val="24"/>
        </w:rPr>
        <w:t>Рабочая программа по технологии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Программа по технологии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Программа по технологии конкретизирует содержание, предметные, метапредметные и личностные результаты.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 xml:space="preserve">Основной методический принцип программы по технологии: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Программа по технологии построена по модульному принципу.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842B0E" w:rsidRPr="00836304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Модульная программа включает инвариантные (обязательные) модули и вариативные.</w:t>
      </w:r>
    </w:p>
    <w:p w:rsidR="00842B0E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6304">
        <w:rPr>
          <w:rFonts w:ascii="Times New Roman" w:hAnsi="Times New Roman"/>
          <w:sz w:val="24"/>
          <w:szCs w:val="24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  <w:bookmarkStart w:id="0" w:name="_GoBack"/>
      <w:bookmarkEnd w:id="0"/>
    </w:p>
    <w:p w:rsidR="00842B0E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42B0E" w:rsidRDefault="00842B0E" w:rsidP="003B24F9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836304">
        <w:rPr>
          <w:rFonts w:ascii="Times New Roman" w:hAnsi="Times New Roman"/>
          <w:b/>
          <w:sz w:val="24"/>
          <w:szCs w:val="24"/>
        </w:rPr>
        <w:t>Рабочая программа по музыке</w:t>
      </w:r>
    </w:p>
    <w:p w:rsidR="00842B0E" w:rsidRPr="003B24F9" w:rsidRDefault="00842B0E" w:rsidP="003B24F9">
      <w:pPr>
        <w:spacing w:after="0" w:line="264" w:lineRule="auto"/>
        <w:ind w:firstLine="600"/>
        <w:jc w:val="both"/>
        <w:rPr>
          <w:sz w:val="24"/>
          <w:szCs w:val="24"/>
        </w:rPr>
      </w:pPr>
      <w:r w:rsidRPr="003B24F9">
        <w:rPr>
          <w:rFonts w:ascii="Times New Roman" w:hAnsi="Times New Roman"/>
          <w:color w:val="000000"/>
          <w:sz w:val="24"/>
          <w:szCs w:val="24"/>
        </w:rPr>
        <w:t>Основная цель реализации программы по музыке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842B0E" w:rsidRPr="003B24F9" w:rsidRDefault="00842B0E" w:rsidP="003B24F9">
      <w:pPr>
        <w:spacing w:after="0" w:line="264" w:lineRule="auto"/>
        <w:ind w:firstLine="600"/>
        <w:jc w:val="both"/>
        <w:rPr>
          <w:sz w:val="24"/>
          <w:szCs w:val="24"/>
        </w:rPr>
      </w:pPr>
      <w:r w:rsidRPr="003B24F9">
        <w:rPr>
          <w:rFonts w:ascii="Times New Roman" w:hAnsi="Times New Roman"/>
          <w:color w:val="000000"/>
          <w:sz w:val="24"/>
          <w:szCs w:val="24"/>
        </w:rPr>
        <w:t>В процессе конкретизации учебных целей их реализация осуществляется по следующим направлениям:</w:t>
      </w:r>
    </w:p>
    <w:p w:rsidR="00842B0E" w:rsidRPr="003B24F9" w:rsidRDefault="00842B0E" w:rsidP="003B24F9">
      <w:pPr>
        <w:spacing w:after="0" w:line="264" w:lineRule="auto"/>
        <w:ind w:firstLine="600"/>
        <w:jc w:val="both"/>
        <w:rPr>
          <w:sz w:val="24"/>
          <w:szCs w:val="24"/>
        </w:rPr>
      </w:pPr>
      <w:r w:rsidRPr="003B24F9">
        <w:rPr>
          <w:rFonts w:ascii="Times New Roman" w:hAnsi="Times New Roman"/>
          <w:color w:val="000000"/>
          <w:sz w:val="24"/>
          <w:szCs w:val="24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842B0E" w:rsidRPr="003B24F9" w:rsidRDefault="00842B0E" w:rsidP="003B24F9">
      <w:pPr>
        <w:spacing w:after="0" w:line="264" w:lineRule="auto"/>
        <w:ind w:firstLine="600"/>
        <w:jc w:val="both"/>
        <w:rPr>
          <w:sz w:val="24"/>
          <w:szCs w:val="24"/>
        </w:rPr>
      </w:pPr>
      <w:r w:rsidRPr="003B24F9">
        <w:rPr>
          <w:rFonts w:ascii="Times New Roman" w:hAnsi="Times New Roman"/>
          <w:color w:val="000000"/>
          <w:sz w:val="24"/>
          <w:szCs w:val="24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842B0E" w:rsidRPr="003B24F9" w:rsidRDefault="00842B0E" w:rsidP="003B24F9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B24F9">
        <w:rPr>
          <w:rFonts w:ascii="Times New Roman" w:hAnsi="Times New Roman"/>
          <w:color w:val="000000"/>
          <w:sz w:val="24"/>
          <w:szCs w:val="24"/>
        </w:rPr>
        <w:t>формирование творческих способностей ребенка, развитие внутренней мотивации к интонационно-содержательной деятельности</w:t>
      </w:r>
    </w:p>
    <w:p w:rsidR="00842B0E" w:rsidRPr="003B24F9" w:rsidRDefault="00842B0E" w:rsidP="003B24F9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B24F9">
        <w:rPr>
          <w:rFonts w:ascii="Times New Roman" w:hAnsi="Times New Roman"/>
          <w:color w:val="000000"/>
          <w:sz w:val="24"/>
          <w:szCs w:val="24"/>
        </w:rPr>
        <w:t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</w:t>
      </w:r>
    </w:p>
    <w:p w:rsidR="00842B0E" w:rsidRPr="003B24F9" w:rsidRDefault="00842B0E" w:rsidP="003B24F9">
      <w:pPr>
        <w:spacing w:after="0" w:line="264" w:lineRule="auto"/>
        <w:ind w:firstLine="600"/>
        <w:jc w:val="both"/>
        <w:rPr>
          <w:sz w:val="24"/>
          <w:szCs w:val="24"/>
        </w:rPr>
      </w:pPr>
      <w:r w:rsidRPr="003B24F9">
        <w:rPr>
          <w:rFonts w:ascii="Times New Roman" w:hAnsi="Times New Roman"/>
          <w:color w:val="000000"/>
          <w:sz w:val="24"/>
          <w:szCs w:val="24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842B0E" w:rsidRPr="003B24F9" w:rsidRDefault="00842B0E" w:rsidP="003B24F9">
      <w:pPr>
        <w:spacing w:after="0" w:line="264" w:lineRule="auto"/>
        <w:ind w:firstLine="600"/>
        <w:jc w:val="both"/>
        <w:rPr>
          <w:sz w:val="24"/>
          <w:szCs w:val="24"/>
        </w:rPr>
      </w:pPr>
      <w:r w:rsidRPr="003B24F9">
        <w:rPr>
          <w:rFonts w:ascii="Times New Roman" w:hAnsi="Times New Roman"/>
          <w:color w:val="000000"/>
          <w:sz w:val="24"/>
          <w:szCs w:val="24"/>
        </w:rPr>
        <w:t>‌</w:t>
      </w:r>
      <w:bookmarkStart w:id="1" w:name="7ad9d27f-2d5e-40e5-a5e1-761ecce37b11"/>
      <w:bookmarkEnd w:id="1"/>
      <w:r w:rsidRPr="003B24F9">
        <w:rPr>
          <w:rFonts w:ascii="Times New Roman" w:hAnsi="Times New Roman"/>
          <w:color w:val="000000"/>
          <w:sz w:val="24"/>
          <w:szCs w:val="24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неделю).‌‌</w:t>
      </w:r>
    </w:p>
    <w:p w:rsidR="00842B0E" w:rsidRPr="003B24F9" w:rsidRDefault="00842B0E" w:rsidP="003B24F9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3B24F9">
        <w:rPr>
          <w:rFonts w:ascii="Times New Roman" w:hAnsi="Times New Roman"/>
          <w:color w:val="000000"/>
          <w:sz w:val="24"/>
          <w:szCs w:val="24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</w:t>
      </w:r>
    </w:p>
    <w:p w:rsidR="00842B0E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842B0E" w:rsidRPr="00F622D0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F622D0">
        <w:rPr>
          <w:rFonts w:ascii="Times New Roman" w:hAnsi="Times New Roman"/>
          <w:b/>
          <w:sz w:val="24"/>
          <w:szCs w:val="24"/>
        </w:rPr>
        <w:t>Рабочая программа по физической культуре</w:t>
      </w:r>
    </w:p>
    <w:p w:rsidR="00842B0E" w:rsidRPr="00F622D0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842B0E" w:rsidRPr="00F622D0" w:rsidRDefault="00842B0E" w:rsidP="003B24F9">
      <w:pPr>
        <w:spacing w:after="0" w:line="264" w:lineRule="auto"/>
        <w:ind w:firstLine="600"/>
        <w:jc w:val="both"/>
        <w:rPr>
          <w:sz w:val="24"/>
          <w:szCs w:val="24"/>
        </w:rPr>
      </w:pPr>
      <w:r w:rsidRPr="00F622D0">
        <w:rPr>
          <w:rFonts w:ascii="Times New Roman" w:hAnsi="Times New Roman"/>
          <w:color w:val="000000"/>
          <w:sz w:val="24"/>
          <w:szCs w:val="24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842B0E" w:rsidRPr="00F622D0" w:rsidRDefault="00842B0E" w:rsidP="003B24F9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622D0">
        <w:rPr>
          <w:rFonts w:ascii="Times New Roman" w:hAnsi="Times New Roman"/>
          <w:color w:val="000000"/>
          <w:sz w:val="24"/>
          <w:szCs w:val="24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</w:t>
      </w:r>
    </w:p>
    <w:p w:rsidR="00842B0E" w:rsidRPr="00F622D0" w:rsidRDefault="00842B0E" w:rsidP="003B24F9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622D0">
        <w:rPr>
          <w:rFonts w:ascii="Times New Roman" w:hAnsi="Times New Roman"/>
          <w:color w:val="000000"/>
          <w:sz w:val="24"/>
          <w:szCs w:val="24"/>
        </w:rPr>
        <w:t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</w:t>
      </w:r>
    </w:p>
    <w:p w:rsidR="00842B0E" w:rsidRPr="00F622D0" w:rsidRDefault="00842B0E" w:rsidP="003B24F9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622D0">
        <w:rPr>
          <w:rFonts w:ascii="Times New Roman" w:hAnsi="Times New Roman"/>
          <w:color w:val="000000"/>
          <w:sz w:val="24"/>
          <w:szCs w:val="24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842B0E" w:rsidRPr="00F622D0" w:rsidRDefault="00842B0E" w:rsidP="003B24F9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622D0">
        <w:rPr>
          <w:rFonts w:ascii="Times New Roman" w:hAnsi="Times New Roman"/>
          <w:color w:val="000000"/>
          <w:sz w:val="24"/>
          <w:szCs w:val="24"/>
        </w:rPr>
        <w:t>‌</w:t>
      </w:r>
      <w:bookmarkStart w:id="2" w:name="10bad217-7d99-408e-b09f-86f4333d94ae"/>
      <w:bookmarkEnd w:id="2"/>
      <w:r w:rsidRPr="00F622D0">
        <w:rPr>
          <w:rFonts w:ascii="Times New Roman" w:hAnsi="Times New Roman"/>
          <w:color w:val="000000"/>
          <w:sz w:val="24"/>
          <w:szCs w:val="24"/>
        </w:rPr>
        <w:t>Общее число часов, рекомендованных для изучения физической культуры на уровне основного общего образования, – 510 часов: в 5 классе – 102 часа (3 часа в неделю), в 6 классе – 102 часа (3 часа в неделю), в 7 классе – 102 часа (3 часа в неделю), в 8 классе – 102 часа (3 часа в неделю), в 9 классе – 102 часа (3 часа в неделю). На модульный блок «Базовая физическая подготовка» отводится 150 часов из общего числа (1 час в неделю в каждом классе).</w:t>
      </w:r>
    </w:p>
    <w:p w:rsidR="00842B0E" w:rsidRDefault="00842B0E" w:rsidP="003B24F9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842B0E" w:rsidRDefault="00842B0E" w:rsidP="00836304">
      <w:pPr>
        <w:spacing w:after="0" w:line="240" w:lineRule="auto"/>
        <w:ind w:firstLine="540"/>
        <w:jc w:val="both"/>
        <w:rPr>
          <w:rFonts w:ascii="Times New Roman" w:hAnsi="Times New Roman"/>
          <w:b/>
          <w:color w:val="333333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Рабочая программа учебного </w:t>
      </w:r>
      <w:r w:rsidRPr="00836304">
        <w:rPr>
          <w:rFonts w:ascii="Times New Roman" w:hAnsi="Times New Roman"/>
          <w:b/>
          <w:sz w:val="24"/>
          <w:szCs w:val="24"/>
        </w:rPr>
        <w:t>курса «</w:t>
      </w:r>
      <w:r w:rsidRPr="00836304">
        <w:rPr>
          <w:rFonts w:ascii="Times New Roman" w:hAnsi="Times New Roman"/>
          <w:b/>
          <w:bCs/>
          <w:color w:val="000000"/>
          <w:sz w:val="24"/>
          <w:szCs w:val="24"/>
        </w:rPr>
        <w:t>«</w:t>
      </w:r>
      <w:r w:rsidRPr="00836304">
        <w:rPr>
          <w:rFonts w:ascii="Times New Roman" w:hAnsi="Times New Roman"/>
          <w:b/>
          <w:color w:val="333333"/>
          <w:sz w:val="24"/>
          <w:szCs w:val="24"/>
        </w:rPr>
        <w:t>Экологическая культура, грамотность, безопасность»</w:t>
      </w:r>
    </w:p>
    <w:p w:rsidR="00842B0E" w:rsidRPr="00415232" w:rsidRDefault="00842B0E" w:rsidP="004152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color w:val="333333"/>
          <w:sz w:val="28"/>
          <w:szCs w:val="28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Рабочая </w:t>
      </w:r>
      <w:r w:rsidRPr="00415232">
        <w:rPr>
          <w:rFonts w:ascii="Times New Roman" w:hAnsi="Times New Roman"/>
          <w:sz w:val="24"/>
          <w:szCs w:val="24"/>
        </w:rPr>
        <w:t xml:space="preserve">программа учебного курса «Экологическая культура, грамотность, безопасность» относится к предметной области «Естественно-научные предметы» и </w:t>
      </w:r>
      <w:r w:rsidRPr="00415232">
        <w:rPr>
          <w:rFonts w:ascii="Times New Roman" w:hAnsi="Times New Roman"/>
          <w:color w:val="000000"/>
          <w:sz w:val="24"/>
          <w:szCs w:val="24"/>
        </w:rPr>
        <w:t>предназначена</w:t>
      </w:r>
      <w:r w:rsidRPr="00415232">
        <w:rPr>
          <w:rFonts w:ascii="Times New Roman" w:hAnsi="Times New Roman"/>
          <w:sz w:val="24"/>
          <w:szCs w:val="24"/>
        </w:rPr>
        <w:t xml:space="preserve"> для организации образовательной деятельности обучающихся в 5—9 классах.</w:t>
      </w:r>
    </w:p>
    <w:p w:rsidR="00842B0E" w:rsidRPr="00415232" w:rsidRDefault="00842B0E" w:rsidP="0041523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15232">
        <w:rPr>
          <w:rFonts w:ascii="Times New Roman" w:hAnsi="Times New Roman"/>
          <w:sz w:val="24"/>
          <w:szCs w:val="24"/>
        </w:rPr>
        <w:t>Ценностно-смысловые ориентиры программы позволяют позиционировать российскую систему образования как одну из ведущих систем в мире.</w:t>
      </w:r>
    </w:p>
    <w:p w:rsidR="00842B0E" w:rsidRPr="00415232" w:rsidRDefault="00842B0E" w:rsidP="00415232">
      <w:pPr>
        <w:spacing w:after="0" w:line="240" w:lineRule="auto"/>
        <w:ind w:firstLine="567"/>
        <w:jc w:val="both"/>
        <w:rPr>
          <w:rFonts w:ascii="Times New Roman" w:hAnsi="Times New Roman"/>
          <w:kern w:val="24"/>
          <w:sz w:val="24"/>
          <w:szCs w:val="24"/>
        </w:rPr>
      </w:pPr>
      <w:r w:rsidRPr="00415232">
        <w:rPr>
          <w:rFonts w:ascii="Times New Roman" w:hAnsi="Times New Roman"/>
          <w:sz w:val="24"/>
          <w:szCs w:val="24"/>
        </w:rPr>
        <w:t xml:space="preserve">Сквозной целевой установкой программы является формирование нравственных, гуманистических идеалов обучающихся, как основы экологического мышления и ценностного отношения к природе. Программа направлена на </w:t>
      </w:r>
      <w:r w:rsidRPr="00415232">
        <w:rPr>
          <w:rFonts w:ascii="Times New Roman" w:hAnsi="Times New Roman"/>
          <w:kern w:val="24"/>
          <w:sz w:val="24"/>
          <w:szCs w:val="24"/>
        </w:rPr>
        <w:t xml:space="preserve">развитие экологического сознания и навыков экологически грамотного поведения: «знаю — понимаю — умею — действую», ориентирована на осознание учащимися экологических проблем в системе: Мир — Россия — Мой регион.  </w:t>
      </w:r>
    </w:p>
    <w:p w:rsidR="00842B0E" w:rsidRPr="00415232" w:rsidRDefault="00842B0E" w:rsidP="0041523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5232">
        <w:rPr>
          <w:rFonts w:ascii="Times New Roman" w:hAnsi="Times New Roman"/>
          <w:kern w:val="24"/>
          <w:sz w:val="24"/>
          <w:szCs w:val="24"/>
        </w:rPr>
        <w:t>Актуальность ПООП обусловлена её направленностью на осознание учащимися концепции устойчивого развития</w:t>
      </w:r>
      <w:r w:rsidRPr="00415232">
        <w:rPr>
          <w:rFonts w:ascii="Times New Roman" w:hAnsi="Times New Roman"/>
          <w:sz w:val="24"/>
          <w:szCs w:val="24"/>
        </w:rPr>
        <w:t xml:space="preserve"> как модели развития цивилизации, которая исходит из необходимости обеспечить мировой баланс между решением социально-экономических проблем и сохранением окружающей среды, что приводит к пониманию ответственности за будущее планеты и своей Родины. </w:t>
      </w:r>
    </w:p>
    <w:p w:rsidR="00842B0E" w:rsidRPr="00415232" w:rsidRDefault="00842B0E" w:rsidP="00415232">
      <w:pPr>
        <w:pStyle w:val="NormalWeb"/>
        <w:spacing w:before="0" w:beforeAutospacing="0" w:after="0" w:afterAutospacing="0"/>
        <w:ind w:firstLine="567"/>
        <w:jc w:val="both"/>
        <w:textAlignment w:val="baseline"/>
        <w:rPr>
          <w:kern w:val="24"/>
        </w:rPr>
      </w:pPr>
      <w:r w:rsidRPr="00415232">
        <w:rPr>
          <w:kern w:val="24"/>
        </w:rPr>
        <w:t>Содержание программы предполагает моделирование реальных жизненных ситуаций анализ и разрешение которых направлено на формирование грамотности нового типа — функциональной грамотности учащихся. Предусматривает обучение школьников методам наблюдения и экспериментальным навыкам; развитие их исследовательских умений и творческих способностей; включение обучающихся в социальную практику; обеспечение индивидуальных образовательных маршрутов.</w:t>
      </w:r>
      <w:r w:rsidRPr="00415232">
        <w:t xml:space="preserve"> Что в целом </w:t>
      </w:r>
      <w:r w:rsidRPr="00415232">
        <w:rPr>
          <w:kern w:val="24"/>
        </w:rPr>
        <w:t xml:space="preserve">способствует формированию экологически грамотного поведения. </w:t>
      </w:r>
    </w:p>
    <w:p w:rsidR="00842B0E" w:rsidRPr="00415232" w:rsidRDefault="00842B0E" w:rsidP="0041523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15232">
        <w:rPr>
          <w:rFonts w:ascii="Times New Roman" w:hAnsi="Times New Roman"/>
          <w:spacing w:val="-4"/>
          <w:sz w:val="24"/>
          <w:szCs w:val="24"/>
        </w:rPr>
        <w:t xml:space="preserve">Реализация </w:t>
      </w:r>
      <w:r w:rsidRPr="00415232">
        <w:rPr>
          <w:rFonts w:ascii="Times New Roman" w:hAnsi="Times New Roman"/>
          <w:sz w:val="24"/>
          <w:szCs w:val="24"/>
        </w:rPr>
        <w:t>курса «Экологическая культура, грамотность, безопасность» компенсирует отсутствие в программе основной школы таких предметов как экология и естествознание. Этот учебный курс может быть использован как дополнение (1 час в неделю) к основной образовательной программе одного из предметов естественно-научного цикла и как самостоятельный сквозной курс (5—9 классы) внеурочной деятельности, а также послужить ос</w:t>
      </w:r>
      <w:r>
        <w:rPr>
          <w:rFonts w:ascii="Times New Roman" w:hAnsi="Times New Roman"/>
          <w:sz w:val="24"/>
          <w:szCs w:val="24"/>
        </w:rPr>
        <w:t>новой для разработки рабочей</w:t>
      </w:r>
      <w:r w:rsidRPr="00415232">
        <w:rPr>
          <w:rFonts w:ascii="Times New Roman" w:hAnsi="Times New Roman"/>
          <w:sz w:val="24"/>
          <w:szCs w:val="24"/>
        </w:rPr>
        <w:t xml:space="preserve"> программы в системе дополнительного (внешкольного) образования</w:t>
      </w:r>
    </w:p>
    <w:sectPr w:rsidR="00842B0E" w:rsidRPr="00415232" w:rsidSect="003D4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61A2"/>
    <w:rsid w:val="00081859"/>
    <w:rsid w:val="000B4191"/>
    <w:rsid w:val="00305CFD"/>
    <w:rsid w:val="003B24F9"/>
    <w:rsid w:val="003C3AF6"/>
    <w:rsid w:val="003D4C8D"/>
    <w:rsid w:val="00415232"/>
    <w:rsid w:val="00664B6A"/>
    <w:rsid w:val="0081371F"/>
    <w:rsid w:val="00836304"/>
    <w:rsid w:val="00842B0E"/>
    <w:rsid w:val="008C5B8B"/>
    <w:rsid w:val="008E4A64"/>
    <w:rsid w:val="009D6648"/>
    <w:rsid w:val="00DB3E94"/>
    <w:rsid w:val="00E761A2"/>
    <w:rsid w:val="00F62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C8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152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10</Pages>
  <Words>4646</Words>
  <Characters>26483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School</cp:lastModifiedBy>
  <cp:revision>5</cp:revision>
  <dcterms:created xsi:type="dcterms:W3CDTF">2023-10-11T18:31:00Z</dcterms:created>
  <dcterms:modified xsi:type="dcterms:W3CDTF">2023-10-12T10:14:00Z</dcterms:modified>
</cp:coreProperties>
</file>