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2A3" w:rsidRPr="008160E2" w:rsidRDefault="008362A3" w:rsidP="00EB28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8362A3" w:rsidRPr="008160E2" w:rsidRDefault="008362A3" w:rsidP="00EB28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«Казинская средняя общеобразовательная школа»</w:t>
      </w:r>
    </w:p>
    <w:tbl>
      <w:tblPr>
        <w:tblpPr w:leftFromText="180" w:rightFromText="180" w:vertAnchor="text" w:horzAnchor="page" w:tblpX="782" w:tblpY="630"/>
        <w:tblW w:w="11023" w:type="dxa"/>
        <w:tblLook w:val="01E0"/>
      </w:tblPr>
      <w:tblGrid>
        <w:gridCol w:w="3510"/>
        <w:gridCol w:w="3686"/>
        <w:gridCol w:w="3827"/>
      </w:tblGrid>
      <w:tr w:rsidR="008362A3" w:rsidRPr="008160E2" w:rsidTr="008A2BCC">
        <w:trPr>
          <w:trHeight w:val="2542"/>
        </w:trPr>
        <w:tc>
          <w:tcPr>
            <w:tcW w:w="3510" w:type="dxa"/>
          </w:tcPr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ind w:left="126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На заседании МО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Протокол №    от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«  » _______2021 г.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___________Е.Н.Волкова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директора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МОУ «Казинская СОШ»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Валуйского района 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Белгородской области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 w:rsidRPr="008160E2">
              <w:rPr>
                <w:sz w:val="28"/>
                <w:szCs w:val="28"/>
              </w:rPr>
              <w:t xml:space="preserve"> </w:t>
            </w: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Королева И.Н.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«___ » __________2021 г.</w:t>
            </w:r>
          </w:p>
          <w:p w:rsidR="008362A3" w:rsidRPr="008160E2" w:rsidRDefault="008362A3" w:rsidP="008A2BCC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8362A3" w:rsidRPr="008160E2" w:rsidRDefault="008362A3" w:rsidP="008A2BCC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«Утверждаю»</w:t>
            </w:r>
          </w:p>
          <w:p w:rsidR="008362A3" w:rsidRPr="008160E2" w:rsidRDefault="008362A3" w:rsidP="008A2BCC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МОУ «Казинская СОШ»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Валуйского района 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Белгородской области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__________</w:t>
            </w:r>
            <w:r w:rsidRPr="008160E2">
              <w:rPr>
                <w:sz w:val="28"/>
                <w:szCs w:val="28"/>
              </w:rPr>
              <w:t xml:space="preserve"> </w:t>
            </w: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Попов В.Г.           Приказ № __от </w:t>
            </w:r>
          </w:p>
          <w:p w:rsidR="008362A3" w:rsidRPr="008160E2" w:rsidRDefault="008362A3" w:rsidP="008A2BC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/>
                <w:sz w:val="28"/>
                <w:szCs w:val="28"/>
                <w:lang w:eastAsia="ru-RU"/>
              </w:rPr>
              <w:t>«___»  _______2021 г.</w:t>
            </w:r>
          </w:p>
          <w:p w:rsidR="008362A3" w:rsidRPr="008160E2" w:rsidRDefault="008362A3" w:rsidP="008A2BCC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362A3" w:rsidRPr="008160E2" w:rsidRDefault="008362A3" w:rsidP="00EB28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Валуйского района Белгородской области</w:t>
      </w:r>
    </w:p>
    <w:p w:rsidR="008362A3" w:rsidRPr="008160E2" w:rsidRDefault="008362A3" w:rsidP="00EB28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60E2">
        <w:rPr>
          <w:rFonts w:ascii="Times New Roman" w:hAnsi="Times New Roman"/>
          <w:b/>
          <w:sz w:val="28"/>
          <w:szCs w:val="28"/>
          <w:lang w:eastAsia="ru-RU"/>
        </w:rPr>
        <w:t>Рабочая программа</w:t>
      </w: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60E2">
        <w:rPr>
          <w:rFonts w:ascii="Times New Roman" w:hAnsi="Times New Roman"/>
          <w:b/>
          <w:sz w:val="28"/>
          <w:szCs w:val="28"/>
          <w:lang w:eastAsia="ru-RU"/>
        </w:rPr>
        <w:t xml:space="preserve"> по учебному предмету </w:t>
      </w: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60E2">
        <w:rPr>
          <w:rFonts w:ascii="Times New Roman" w:hAnsi="Times New Roman"/>
          <w:b/>
          <w:sz w:val="28"/>
          <w:szCs w:val="28"/>
          <w:lang w:eastAsia="ru-RU"/>
        </w:rPr>
        <w:t>«Изобразительное искусство»</w:t>
      </w: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60E2">
        <w:rPr>
          <w:rFonts w:ascii="Times New Roman" w:hAnsi="Times New Roman"/>
          <w:b/>
          <w:sz w:val="28"/>
          <w:szCs w:val="28"/>
          <w:lang w:eastAsia="ru-RU"/>
        </w:rPr>
        <w:t>1-4 классы</w:t>
      </w: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Уровень обучения: начальное общее образование</w:t>
      </w: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Уровень изучения предмета: базовый</w:t>
      </w: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Срок реализации: 4 года</w:t>
      </w: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УМК: «Школа России»</w:t>
      </w: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Общее количество часов: 132 часа</w:t>
      </w:r>
    </w:p>
    <w:p w:rsidR="008362A3" w:rsidRPr="008160E2" w:rsidRDefault="008362A3" w:rsidP="00EB2822">
      <w:pPr>
        <w:tabs>
          <w:tab w:val="left" w:pos="78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1 класс – 30 часов; 2 класс – 34 часа; 3 класс – 34 часа; 4 класс – 34 часа.</w:t>
      </w:r>
    </w:p>
    <w:p w:rsidR="008362A3" w:rsidRPr="008160E2" w:rsidRDefault="008362A3" w:rsidP="00EB2822">
      <w:pPr>
        <w:tabs>
          <w:tab w:val="left" w:pos="78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Контрольных работ: 9 (2 класс-3, 3 класс- 3, 4 класс- 3)</w:t>
      </w:r>
    </w:p>
    <w:p w:rsidR="008362A3" w:rsidRPr="008160E2" w:rsidRDefault="008362A3" w:rsidP="00EB2822">
      <w:pPr>
        <w:tabs>
          <w:tab w:val="left" w:pos="782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Практических работ: 18 (1 класс-1, 2 класс-4,3класс- 9,4класс- 4)</w:t>
      </w:r>
    </w:p>
    <w:p w:rsidR="008362A3" w:rsidRPr="008160E2" w:rsidRDefault="008362A3" w:rsidP="00EB2822">
      <w:pPr>
        <w:spacing w:after="0" w:line="240" w:lineRule="auto"/>
        <w:ind w:left="180"/>
        <w:rPr>
          <w:rFonts w:ascii="Times New Roman" w:hAnsi="Times New Roman"/>
          <w:b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Составитель:</w:t>
      </w:r>
    </w:p>
    <w:p w:rsidR="008362A3" w:rsidRPr="008160E2" w:rsidRDefault="008362A3" w:rsidP="00EB2822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Попова Ольга Павловна</w:t>
      </w:r>
    </w:p>
    <w:p w:rsidR="008362A3" w:rsidRPr="008160E2" w:rsidRDefault="008362A3" w:rsidP="00EB282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160E2">
        <w:rPr>
          <w:rFonts w:ascii="Times New Roman" w:hAnsi="Times New Roman"/>
          <w:sz w:val="28"/>
          <w:szCs w:val="28"/>
          <w:lang w:eastAsia="ru-RU"/>
        </w:rPr>
        <w:t>учитель начальных классов</w:t>
      </w:r>
    </w:p>
    <w:p w:rsidR="008362A3" w:rsidRPr="008160E2" w:rsidRDefault="008362A3" w:rsidP="00EB282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ind w:left="18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62A3" w:rsidRPr="008160E2" w:rsidRDefault="008362A3" w:rsidP="00EB28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362A3" w:rsidRPr="008160E2" w:rsidRDefault="008362A3" w:rsidP="00EB28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509.9pt;margin-top:15.3pt;width:19.35pt;height:20.4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" fillcolor="window" strokecolor="window" strokeweight="2pt"/>
        </w:pict>
      </w:r>
      <w:r w:rsidRPr="008160E2">
        <w:rPr>
          <w:rFonts w:ascii="Times New Roman" w:hAnsi="Times New Roman"/>
          <w:sz w:val="28"/>
          <w:szCs w:val="28"/>
          <w:lang w:eastAsia="ru-RU"/>
        </w:rPr>
        <w:t>2021 год</w:t>
      </w: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материала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В результате изучения предмета « Изобразительное искусство у обучающихся: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Отечество» ,«родная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Обучающиеся: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8362A3" w:rsidRPr="008160E2" w:rsidRDefault="008362A3" w:rsidP="00645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sz w:val="28"/>
          <w:szCs w:val="28"/>
          <w:lang w:eastAsia="ru-RU"/>
        </w:rPr>
        <w:t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8362A3" w:rsidRPr="008160E2" w:rsidRDefault="008362A3" w:rsidP="0064564D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3D62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:rsidR="008362A3" w:rsidRPr="008160E2" w:rsidRDefault="008362A3" w:rsidP="006456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ТЫ ИЗОБРАЖАЕШЬ, УКРАШАЕШЬ И СТРОИШЬ</w:t>
      </w:r>
    </w:p>
    <w:p w:rsidR="008362A3" w:rsidRPr="008160E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Раздел </w:t>
      </w:r>
      <w:r w:rsidRPr="008160E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I</w:t>
      </w:r>
      <w:r w:rsidRPr="008160E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Ты учишься  изображать – 9 час.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Изображения всюду вокруг нас.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Мастер Изображения учит видеть.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Изображать можно пятном.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Изображать можно в объеме.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Изображать можно линией.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Разноцветные краски.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Изображать можно и то, что невидимо.</w:t>
      </w:r>
    </w:p>
    <w:p w:rsidR="008362A3" w:rsidRPr="00EB2822" w:rsidRDefault="008362A3" w:rsidP="0064564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Художники и зрители (обобщение темы).</w:t>
      </w:r>
    </w:p>
    <w:p w:rsidR="008362A3" w:rsidRPr="00EB2822" w:rsidRDefault="008362A3" w:rsidP="0064564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II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Ты украшаешь-6 час.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Мир полон украшений. Цветы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Красоту надо уметь замечать. Узоры на крыльях. Ритм пятен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Красивые рыбы. Монотипия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Украшения птиц. Объемная аппликация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Узоры, которые создали люди. Как украшает себя человек.</w:t>
      </w:r>
    </w:p>
    <w:p w:rsidR="008362A3" w:rsidRPr="00EB2822" w:rsidRDefault="008362A3" w:rsidP="0064564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Мастер Украшения помогает сделать праздник (обобщение темы).</w:t>
      </w:r>
    </w:p>
    <w:p w:rsidR="008362A3" w:rsidRPr="00EB2822" w:rsidRDefault="008362A3" w:rsidP="006456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III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 Ты строишь10 час.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Постройки в нашей жизни.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Дома бывают разными.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Домики, которые построила природа.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Дом снаружи и внутри.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 xml:space="preserve">Строим город. 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Все имеет свое строение.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Строим вещи.</w:t>
      </w:r>
    </w:p>
    <w:p w:rsidR="008362A3" w:rsidRPr="00EB2822" w:rsidRDefault="008362A3" w:rsidP="0064564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Город, в котором мы живем (обобщение темы).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IV</w:t>
      </w:r>
      <w:r w:rsidRPr="00EB28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 Изображение, украшение, постройка всегда помогают друг другу -5 час.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Три Брата-Мастера всегда трудятся вместе.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Праздник весны. Праздник птиц.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Разноцветные жуки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Сказочная страна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Времена года</w:t>
      </w:r>
    </w:p>
    <w:p w:rsidR="008362A3" w:rsidRPr="00EB2822" w:rsidRDefault="008362A3" w:rsidP="006456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Здравствуй, лето!  (обобщение темы).</w:t>
      </w:r>
    </w:p>
    <w:p w:rsidR="008362A3" w:rsidRPr="00EB2822" w:rsidRDefault="008362A3" w:rsidP="0064564D">
      <w:pPr>
        <w:pStyle w:val="ListParagraph"/>
        <w:spacing w:after="0" w:line="240" w:lineRule="auto"/>
        <w:ind w:left="153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left="11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2 класс   ИСКУССТВО И ТЫ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Как и чем  работает художник?- 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9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Три основных цвета – желтый, красный, синий.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Белая и черная краски.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Пастель и цветные мелки, акварель, их выразительные возможности.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Выразительные возможности аппликации.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Выразительные возможности графических материалов.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Выразительность материалов для работы в объеме.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Выразительные возможности бумаги.</w:t>
      </w:r>
    </w:p>
    <w:p w:rsidR="008362A3" w:rsidRPr="00EB2822" w:rsidRDefault="008362A3" w:rsidP="006456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Неожиданные материалы (обобщение).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Реальность и фантазия – 7 час. 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Изображение и реальность.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Изображение и фантазия.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Украшение и реальность.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Украшение и фантазия.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Постройка и реальность.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 xml:space="preserve">Постройка и фантазия. </w:t>
      </w:r>
    </w:p>
    <w:p w:rsidR="008362A3" w:rsidRPr="00EB2822" w:rsidRDefault="008362A3" w:rsidP="006456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Братья-Мастера Изображения, Украшения и постройки всегда работают вместе.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(обобщение темы)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EB2822">
        <w:rPr>
          <w:rFonts w:ascii="Times New Roman" w:hAnsi="Times New Roman" w:cs="Times New Roman"/>
          <w:b/>
          <w:bCs/>
          <w:sz w:val="28"/>
          <w:szCs w:val="28"/>
        </w:rPr>
        <w:t>. О чём говорит искусство -9 час</w:t>
      </w:r>
      <w:r w:rsidRPr="00EB2822">
        <w:rPr>
          <w:rFonts w:ascii="Times New Roman" w:hAnsi="Times New Roman" w:cs="Times New Roman"/>
          <w:sz w:val="28"/>
          <w:szCs w:val="28"/>
        </w:rPr>
        <w:t>.</w:t>
      </w:r>
    </w:p>
    <w:p w:rsidR="008362A3" w:rsidRPr="00EB2822" w:rsidRDefault="008362A3" w:rsidP="006456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48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Изображение природы в различных состояниях. Изображение характера животны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 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Как говорит искусство – 9 час.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 xml:space="preserve">Цвет как средство выражения. Теплые и холодные цвета. Чудо-коврик 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Цвет как средство выражения. Тихие  и звонкие цвета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Пятно как средство выражения. Силуэт.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Ритм и движение пятен как средство выражения. Мыльные пузыри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 xml:space="preserve">Линия как средство выражения. Ритм линий. Весенняя поляна 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>Линия как средство выражения. Характер линий. Дерево.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 xml:space="preserve">Ритм линий и пятен, композиция – средства выразительности. Весна идет </w:t>
      </w:r>
      <w:r w:rsidRPr="00EB2822">
        <w:rPr>
          <w:rFonts w:ascii="Times New Roman" w:hAnsi="Times New Roman" w:cs="Times New Roman"/>
          <w:i/>
          <w:iCs/>
          <w:sz w:val="28"/>
          <w:szCs w:val="28"/>
        </w:rPr>
        <w:t>(обобщение и закрепление знаний)</w:t>
      </w:r>
    </w:p>
    <w:p w:rsidR="008362A3" w:rsidRPr="00EB2822" w:rsidRDefault="008362A3" w:rsidP="006456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B2822">
        <w:rPr>
          <w:rFonts w:ascii="Times New Roman" w:hAnsi="Times New Roman" w:cs="Times New Roman"/>
          <w:sz w:val="28"/>
          <w:szCs w:val="28"/>
        </w:rPr>
        <w:t xml:space="preserve">В музее у веселого художника </w:t>
      </w:r>
      <w:r w:rsidRPr="00EB2822">
        <w:rPr>
          <w:rFonts w:ascii="Times New Roman" w:hAnsi="Times New Roman" w:cs="Times New Roman"/>
          <w:i/>
          <w:iCs/>
          <w:sz w:val="28"/>
          <w:szCs w:val="28"/>
        </w:rPr>
        <w:t>(обобщающий урок)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362A3" w:rsidRPr="00EB2822" w:rsidRDefault="008362A3" w:rsidP="0064564D">
      <w:pPr>
        <w:spacing w:after="0" w:line="240" w:lineRule="auto"/>
        <w:ind w:left="-180"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left="-180"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 класс  ИСКУССТВО  ВОКРУГ  НАС  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Искусство в твоем доме 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Твои игрушки придумал художник.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Посуда у тебя дома.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Мамин платок.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Обои и шторы в твоем доме.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Твои книжки.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Поздравительная открытка.</w:t>
      </w: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Что сделал художник в нашем доме (обобщение темы).</w:t>
      </w:r>
    </w:p>
    <w:p w:rsidR="008362A3" w:rsidRPr="00EB2822" w:rsidRDefault="008362A3" w:rsidP="006456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Искусство на улицах твоего города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Памятники архитектуры — наследие веков.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Парки, скверы, бульвары.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Ажурные ограды.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Фонари на улицах и в парках.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Витрины магазинов.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Транспорт в городе.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Что делал художник на улицах моего города (села)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Художник и зрелище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Художник в цирке.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Художник в театре.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Маски.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Театр кукол.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Афиша и плакат.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Праздник в городе.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Школьный праздник-карнавал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Художник и музей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Музеи в жизни города.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Изобразительное искусство. Картина-пейзаж.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Картина-портрет.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Картина-натюрморт.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Картины исторические и бытовые.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Скульптура в музее и на улице.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Художественная выставка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 класс     КАЖДЫЙ НАРОД — ХУДОЖНИК (ИЗОБРАЖЕНИЕ, УКРАШЕНИЕ, ПОСТРОЙКА В ТВОРЧЕСТВЕ НАРОДОВ ВСЕЙ ЗЕМЛИ) 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Истоки родного искусства 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Пейзаж родной земли.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Гармония жилья с природой. Деревня — деревянный мир.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Образ красоты человека.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Народные праздники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Древние города нашей Земли 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Древнерусский город-крепость.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Древние соборы.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Древний город и его жители.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Древнерусские воины-защитники.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Города Русской земли.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Узорочье теремов.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Праздничный пир в теремных палатах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Каждый народ — художник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Страна Восходящего солнца. Образ художественной культуры Японии.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Искусство народов гор и степей.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Образ художественной культуры Средней Азии.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Образ художественной культуры Древней Греции.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Образ художественной культуры средневековой Западной Европы.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Многообразие художественных культур в мире (обобщение темы).</w:t>
      </w:r>
    </w:p>
    <w:p w:rsidR="008362A3" w:rsidRPr="00EB2822" w:rsidRDefault="008362A3" w:rsidP="006456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Искусство объединяет народы 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Все народы воспевают материнство.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Все народы воспевают мудрость старости.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Сопереживание — великая тема искусства.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Герои, борцы и защитники.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Юность и надежды.</w:t>
      </w:r>
    </w:p>
    <w:p w:rsidR="008362A3" w:rsidRPr="00EB2822" w:rsidRDefault="008362A3" w:rsidP="006456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sz w:val="28"/>
          <w:szCs w:val="28"/>
          <w:lang w:eastAsia="ru-RU"/>
        </w:rPr>
        <w:t>Искусство народов мира (обобщение темы).</w:t>
      </w: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8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EB282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8362A3" w:rsidRPr="008160E2" w:rsidRDefault="008362A3" w:rsidP="00645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 УЧЕБНОГО ПРЕДМЕТА</w:t>
      </w:r>
    </w:p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класс</w:t>
      </w: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30 часов</w:t>
      </w:r>
    </w:p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(1 час в неделю)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6992"/>
        <w:gridCol w:w="1080"/>
      </w:tblGrid>
      <w:tr w:rsidR="008362A3" w:rsidRPr="008160E2" w:rsidTr="00D52232">
        <w:tc>
          <w:tcPr>
            <w:tcW w:w="674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92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 раздела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362A3" w:rsidRPr="008160E2" w:rsidTr="00D52232">
        <w:tc>
          <w:tcPr>
            <w:tcW w:w="674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92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Ты изображаешь. Знакомство</w:t>
            </w: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 Мастером Изображения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362A3" w:rsidRPr="008160E2" w:rsidTr="00D52232">
        <w:tc>
          <w:tcPr>
            <w:tcW w:w="674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92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 украшаешь. </w:t>
            </w: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Мастером Украшения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362A3" w:rsidRPr="008160E2" w:rsidTr="00D52232">
        <w:tc>
          <w:tcPr>
            <w:tcW w:w="674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92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Ты строишь. Знакомство с Мастером Постройки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362A3" w:rsidRPr="008160E2" w:rsidTr="00D52232">
        <w:tc>
          <w:tcPr>
            <w:tcW w:w="674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92" w:type="dxa"/>
          </w:tcPr>
          <w:p w:rsidR="008362A3" w:rsidRPr="008160E2" w:rsidRDefault="008362A3" w:rsidP="00C957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   класс – 34 часа</w:t>
      </w: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 час в неделю)</w:t>
      </w: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6993"/>
        <w:gridCol w:w="1080"/>
      </w:tblGrid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и чем работает работают художник?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93" w:type="dxa"/>
          </w:tcPr>
          <w:p w:rsidR="008362A3" w:rsidRPr="00D5223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Реальность и фантазия 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93" w:type="dxa"/>
          </w:tcPr>
          <w:p w:rsidR="008362A3" w:rsidRPr="00D5223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чём говорит искусство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93" w:type="dxa"/>
          </w:tcPr>
          <w:p w:rsidR="008362A3" w:rsidRPr="00D5223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 говорит искусство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 класс – 34 часа</w:t>
      </w:r>
    </w:p>
    <w:p w:rsidR="008362A3" w:rsidRPr="008160E2" w:rsidRDefault="008362A3" w:rsidP="0064564D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 час в неделю)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6995"/>
        <w:gridCol w:w="1080"/>
      </w:tblGrid>
      <w:tr w:rsidR="008362A3" w:rsidRPr="008160E2" w:rsidTr="00D52232">
        <w:tc>
          <w:tcPr>
            <w:tcW w:w="671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95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362A3" w:rsidRPr="008160E2" w:rsidTr="00D52232">
        <w:tc>
          <w:tcPr>
            <w:tcW w:w="671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95" w:type="dxa"/>
          </w:tcPr>
          <w:p w:rsidR="008362A3" w:rsidRPr="00D5223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Искусство в твоем доме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8362A3" w:rsidRPr="008160E2" w:rsidTr="00D52232">
        <w:tc>
          <w:tcPr>
            <w:tcW w:w="671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95" w:type="dxa"/>
          </w:tcPr>
          <w:p w:rsidR="008362A3" w:rsidRPr="00D52232" w:rsidRDefault="008362A3" w:rsidP="00D52232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Искусство на улицах твоего города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8362A3" w:rsidRPr="008160E2" w:rsidTr="00D52232">
        <w:tc>
          <w:tcPr>
            <w:tcW w:w="671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95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Художник и зрелище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8362A3" w:rsidRPr="008160E2" w:rsidTr="00D52232">
        <w:tc>
          <w:tcPr>
            <w:tcW w:w="671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95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Художник и музей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 класс</w:t>
      </w: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- 34 часа </w:t>
      </w:r>
    </w:p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0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(1 час в неделю)</w:t>
      </w:r>
    </w:p>
    <w:p w:rsidR="008362A3" w:rsidRPr="008160E2" w:rsidRDefault="008362A3" w:rsidP="0064564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6993"/>
        <w:gridCol w:w="1080"/>
      </w:tblGrid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Истоки родного искусства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Древние города нашей Земли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93" w:type="dxa"/>
          </w:tcPr>
          <w:p w:rsidR="008362A3" w:rsidRPr="008160E2" w:rsidRDefault="008362A3" w:rsidP="00C957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Каждый народ — художник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8362A3" w:rsidRPr="008160E2" w:rsidTr="00D52232">
        <w:tc>
          <w:tcPr>
            <w:tcW w:w="673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93" w:type="dxa"/>
          </w:tcPr>
          <w:p w:rsidR="008362A3" w:rsidRPr="00D52232" w:rsidRDefault="008362A3" w:rsidP="00D522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объединяет народы </w:t>
            </w:r>
          </w:p>
        </w:tc>
        <w:tc>
          <w:tcPr>
            <w:tcW w:w="1080" w:type="dxa"/>
          </w:tcPr>
          <w:p w:rsidR="008362A3" w:rsidRPr="008160E2" w:rsidRDefault="008362A3" w:rsidP="00C95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0E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:rsidR="008362A3" w:rsidRPr="008160E2" w:rsidRDefault="008362A3" w:rsidP="00645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2A3" w:rsidRPr="008160E2" w:rsidRDefault="008362A3" w:rsidP="00221838">
      <w:pPr>
        <w:spacing w:after="0" w:line="240" w:lineRule="auto"/>
        <w:rPr>
          <w:sz w:val="28"/>
          <w:szCs w:val="28"/>
        </w:rPr>
      </w:pPr>
    </w:p>
    <w:sectPr w:rsidR="008362A3" w:rsidRPr="008160E2" w:rsidSect="0064564D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71A"/>
    <w:multiLevelType w:val="hybridMultilevel"/>
    <w:tmpl w:val="76784174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4F535A27"/>
    <w:multiLevelType w:val="hybridMultilevel"/>
    <w:tmpl w:val="92E629A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57912E89"/>
    <w:multiLevelType w:val="hybridMultilevel"/>
    <w:tmpl w:val="01986EAC"/>
    <w:lvl w:ilvl="0" w:tplc="0419000F">
      <w:start w:val="1"/>
      <w:numFmt w:val="decimal"/>
      <w:lvlText w:val="%1."/>
      <w:lvlJc w:val="left"/>
      <w:pPr>
        <w:ind w:left="18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6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7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9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54" w:hanging="180"/>
      </w:pPr>
      <w:rPr>
        <w:rFonts w:cs="Times New Roman"/>
      </w:rPr>
    </w:lvl>
  </w:abstractNum>
  <w:abstractNum w:abstractNumId="3">
    <w:nsid w:val="5A4B3F1E"/>
    <w:multiLevelType w:val="hybridMultilevel"/>
    <w:tmpl w:val="9E524448"/>
    <w:lvl w:ilvl="0" w:tplc="DEDA081E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5EB46C59"/>
    <w:multiLevelType w:val="hybridMultilevel"/>
    <w:tmpl w:val="9C3C28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FD1613"/>
    <w:multiLevelType w:val="hybridMultilevel"/>
    <w:tmpl w:val="35661CD2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679D39F4"/>
    <w:multiLevelType w:val="hybridMultilevel"/>
    <w:tmpl w:val="FBBE2C34"/>
    <w:lvl w:ilvl="0" w:tplc="041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7">
    <w:nsid w:val="71FE63B2"/>
    <w:multiLevelType w:val="hybridMultilevel"/>
    <w:tmpl w:val="DB8AC17C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3D2"/>
    <w:rsid w:val="000B71B1"/>
    <w:rsid w:val="00221838"/>
    <w:rsid w:val="003A2D9D"/>
    <w:rsid w:val="003C567C"/>
    <w:rsid w:val="003D6262"/>
    <w:rsid w:val="0064564D"/>
    <w:rsid w:val="008160E2"/>
    <w:rsid w:val="008362A3"/>
    <w:rsid w:val="008845E7"/>
    <w:rsid w:val="008A2BCC"/>
    <w:rsid w:val="00922F67"/>
    <w:rsid w:val="00A51A88"/>
    <w:rsid w:val="00BC24E0"/>
    <w:rsid w:val="00C2051B"/>
    <w:rsid w:val="00C957E1"/>
    <w:rsid w:val="00D52232"/>
    <w:rsid w:val="00DF3C80"/>
    <w:rsid w:val="00E07669"/>
    <w:rsid w:val="00EB0445"/>
    <w:rsid w:val="00EB2822"/>
    <w:rsid w:val="00F733D2"/>
    <w:rsid w:val="00FB22CE"/>
    <w:rsid w:val="00FF7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64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564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7</Pages>
  <Words>1297</Words>
  <Characters>7395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School</cp:lastModifiedBy>
  <cp:revision>14</cp:revision>
  <cp:lastPrinted>2021-09-01T16:15:00Z</cp:lastPrinted>
  <dcterms:created xsi:type="dcterms:W3CDTF">2011-01-26T16:52:00Z</dcterms:created>
  <dcterms:modified xsi:type="dcterms:W3CDTF">2023-10-16T12:29:00Z</dcterms:modified>
</cp:coreProperties>
</file>